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9D9A42-4DE0-4F8F-88CD-9F30B0424E61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